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9C7722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9D50B3" w:rsidRPr="001B0A60">
        <w:rPr>
          <w:rFonts w:ascii="Verdana" w:hAnsi="Verdana"/>
          <w:b/>
          <w:bCs/>
        </w:rPr>
        <w:t>Školení a kurzy svařování kovových materiálů OŘ HKR obvod ST LBC 2026–2027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9D50B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9D50B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9D50B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F431" w14:textId="2B796E9D" w:rsidR="009D50B3" w:rsidRDefault="009D50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C95451D" wp14:editId="3AC1CAB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954279458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38DCB" w14:textId="73936302" w:rsidR="009D50B3" w:rsidRPr="009D50B3" w:rsidRDefault="009D50B3" w:rsidP="009D50B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D50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95451D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DF38DCB" w14:textId="73936302" w:rsidR="009D50B3" w:rsidRPr="009D50B3" w:rsidRDefault="009D50B3" w:rsidP="009D50B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D50B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C5FFEC7" w:rsidR="00F1715C" w:rsidRPr="00B8518B" w:rsidRDefault="009D50B3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09BE0DB6" wp14:editId="383D9F98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900785994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0D3AC6" w14:textId="10949274" w:rsidR="009D50B3" w:rsidRPr="009D50B3" w:rsidRDefault="009D50B3" w:rsidP="009D50B3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D50B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9BE0DB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420D3AC6" w14:textId="10949274" w:rsidR="009D50B3" w:rsidRPr="009D50B3" w:rsidRDefault="009D50B3" w:rsidP="009D50B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D50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8E3C777" w:rsidR="00C715B9" w:rsidRDefault="009D50B3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56814AB" wp14:editId="03579E76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594255258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C939B8" w14:textId="62B7FDCB" w:rsidR="009D50B3" w:rsidRPr="009D50B3" w:rsidRDefault="009D50B3" w:rsidP="009D50B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D50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814A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20C939B8" w14:textId="62B7FDCB" w:rsidR="009D50B3" w:rsidRPr="009D50B3" w:rsidRDefault="009D50B3" w:rsidP="009D50B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D50B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50B3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17C8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459</Words>
  <Characters>2855</Characters>
  <Application>Microsoft Office Word</Application>
  <DocSecurity>0</DocSecurity>
  <Lines>52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2026-01-28T08:48:00Z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236b9d9a,747bf022,714bb14a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